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B1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</w:p>
    <w:p w14:paraId="7F2B7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</w:p>
    <w:p w14:paraId="099E5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《赏析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李商隐无题诗的</w:t>
      </w: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独特</w:t>
      </w:r>
      <w:r>
        <w:rPr>
          <w:rFonts w:hint="eastAsia" w:ascii="方正黑体_GBK" w:hAnsi="方正黑体_GBK" w:eastAsia="方正黑体_GBK" w:cs="方正黑体_GBK"/>
          <w:sz w:val="36"/>
          <w:szCs w:val="36"/>
        </w:rPr>
        <w:t>艺术风格</w:t>
      </w: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》方案计划</w:t>
      </w:r>
    </w:p>
    <w:p w14:paraId="17748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_GBK" w:cs="Times New Roman"/>
          <w:spacing w:val="8"/>
          <w:sz w:val="32"/>
          <w:szCs w:val="32"/>
          <w:shd w:val="clear" w:color="auto" w:fill="FFFFFF"/>
        </w:rPr>
      </w:pPr>
    </w:p>
    <w:p w14:paraId="32732F6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本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项目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课题研究主要采取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资料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分析研究、典型案例研究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等形式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，无题诗以七律为主要形式，以抒情的深细婉曲，意境的储蓄朦胧为主要特色，融浓艳色彩、象征手法于一体，形成了深情绮丽的独特风格。</w:t>
      </w:r>
    </w:p>
    <w:p w14:paraId="25B4424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在比喻运用上，赋予事物以心灵感应的性质，创造出新奇而贴切的比喻，赋予典型性。</w:t>
      </w:r>
    </w:p>
    <w:p w14:paraId="3FD94C4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在情景描写上，运用情景交融的艺术手法，揭示主人公内心世界，感情纯真，执着热烈。</w:t>
      </w:r>
    </w:p>
    <w:p w14:paraId="650DC0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在意象创造上，诗中想象与现实大幅度典故运用上，借助恰当的历史类比，使不便明言的意思得以畅达，使平淡的内容显得新鲜。</w:t>
      </w:r>
    </w:p>
    <w:p w14:paraId="12FAC5D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4.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语言精美艳丽，韵味深长。学习了民歌乐府的语言优点，强化了诗句意蕴。</w:t>
      </w:r>
    </w:p>
    <w:p w14:paraId="49B81C5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92" w:firstLineChars="200"/>
        <w:jc w:val="left"/>
        <w:textAlignment w:val="auto"/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5.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诗中的环境气氛给予读者丰富的联想，暗示性的语言构成了深远的艺术意境及朦胧美。</w:t>
      </w:r>
    </w:p>
    <w:p w14:paraId="596B8D8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cs="Times New Roman" w:eastAsiaTheme="majorEastAsia"/>
          <w:spacing w:val="8"/>
          <w:sz w:val="28"/>
          <w:szCs w:val="28"/>
          <w:shd w:val="clear" w:color="auto" w:fill="FFFFFF"/>
          <w:lang w:eastAsia="zh-CN"/>
        </w:rPr>
      </w:pP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具体计划：一是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资料整理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二是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资料分析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三是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比较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研究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四是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撰写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课题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；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val="en-US" w:eastAsia="zh-CN"/>
        </w:rPr>
        <w:t>五是修改</w:t>
      </w:r>
      <w:r>
        <w:rPr>
          <w:rFonts w:hint="default" w:ascii="Times New Roman" w:hAnsi="Times New Roman" w:cs="Times New Roman" w:eastAsiaTheme="majorEastAsia"/>
          <w:spacing w:val="8"/>
          <w:sz w:val="28"/>
          <w:szCs w:val="28"/>
          <w:shd w:val="clear" w:color="auto" w:fill="FFFFFF"/>
        </w:rPr>
        <w:t>完善</w:t>
      </w:r>
      <w:r>
        <w:rPr>
          <w:rFonts w:hint="eastAsia" w:cs="Times New Roman" w:eastAsiaTheme="majorEastAsia"/>
          <w:spacing w:val="8"/>
          <w:sz w:val="28"/>
          <w:szCs w:val="28"/>
          <w:shd w:val="clear" w:color="auto" w:fill="FFFFFF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FF502">
    <w:pPr>
      <w:pStyle w:val="9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3A0D48">
                          <w:pPr>
                            <w:pStyle w:val="9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3A0D48">
                    <w:pPr>
                      <w:pStyle w:val="9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16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1ZGViM2Q3ZWEzZWY5YWM1MjhjZWY2MWYzYWMzODgifQ=="/>
    <w:docVar w:name="KSO_WPS_MARK_KEY" w:val="c6b10978-ed7b-4d0f-99cc-91f169c9c005"/>
  </w:docVars>
  <w:rsids>
    <w:rsidRoot w:val="4D561C58"/>
    <w:rsid w:val="00002729"/>
    <w:rsid w:val="00021880"/>
    <w:rsid w:val="000526F3"/>
    <w:rsid w:val="0005687C"/>
    <w:rsid w:val="00075095"/>
    <w:rsid w:val="000839FD"/>
    <w:rsid w:val="0008427F"/>
    <w:rsid w:val="000A2AE9"/>
    <w:rsid w:val="000A5E6B"/>
    <w:rsid w:val="000E45E1"/>
    <w:rsid w:val="000E6EED"/>
    <w:rsid w:val="000E7704"/>
    <w:rsid w:val="001024CE"/>
    <w:rsid w:val="001179DA"/>
    <w:rsid w:val="00120AF9"/>
    <w:rsid w:val="001260A5"/>
    <w:rsid w:val="00153EAF"/>
    <w:rsid w:val="001540F1"/>
    <w:rsid w:val="001819FD"/>
    <w:rsid w:val="00192027"/>
    <w:rsid w:val="001965B4"/>
    <w:rsid w:val="001A7DB8"/>
    <w:rsid w:val="001B62B0"/>
    <w:rsid w:val="001F2399"/>
    <w:rsid w:val="00225E19"/>
    <w:rsid w:val="002707CE"/>
    <w:rsid w:val="002763FC"/>
    <w:rsid w:val="00277550"/>
    <w:rsid w:val="00285C10"/>
    <w:rsid w:val="00290326"/>
    <w:rsid w:val="002904AB"/>
    <w:rsid w:val="002907E4"/>
    <w:rsid w:val="00295F32"/>
    <w:rsid w:val="002A7418"/>
    <w:rsid w:val="002B4CC3"/>
    <w:rsid w:val="002C0D72"/>
    <w:rsid w:val="00315293"/>
    <w:rsid w:val="00315DC5"/>
    <w:rsid w:val="00323583"/>
    <w:rsid w:val="00335ED4"/>
    <w:rsid w:val="003513C6"/>
    <w:rsid w:val="00365B47"/>
    <w:rsid w:val="003A6862"/>
    <w:rsid w:val="003C289F"/>
    <w:rsid w:val="003C389F"/>
    <w:rsid w:val="003C427C"/>
    <w:rsid w:val="003C4C65"/>
    <w:rsid w:val="003E3644"/>
    <w:rsid w:val="00400322"/>
    <w:rsid w:val="004243E4"/>
    <w:rsid w:val="0044537A"/>
    <w:rsid w:val="0049152C"/>
    <w:rsid w:val="00493E6E"/>
    <w:rsid w:val="004B2644"/>
    <w:rsid w:val="004C4652"/>
    <w:rsid w:val="004D11BF"/>
    <w:rsid w:val="00510BC9"/>
    <w:rsid w:val="00514E96"/>
    <w:rsid w:val="00527B6B"/>
    <w:rsid w:val="0053782B"/>
    <w:rsid w:val="00567578"/>
    <w:rsid w:val="005830AB"/>
    <w:rsid w:val="005C4A79"/>
    <w:rsid w:val="005E0B5F"/>
    <w:rsid w:val="005E6497"/>
    <w:rsid w:val="00612952"/>
    <w:rsid w:val="00633D83"/>
    <w:rsid w:val="0064061E"/>
    <w:rsid w:val="00650872"/>
    <w:rsid w:val="00680C3F"/>
    <w:rsid w:val="00685468"/>
    <w:rsid w:val="006A63FB"/>
    <w:rsid w:val="006C0A63"/>
    <w:rsid w:val="006D3991"/>
    <w:rsid w:val="007135BA"/>
    <w:rsid w:val="00716D4D"/>
    <w:rsid w:val="0072796D"/>
    <w:rsid w:val="00761C84"/>
    <w:rsid w:val="007771B2"/>
    <w:rsid w:val="00781064"/>
    <w:rsid w:val="00792F90"/>
    <w:rsid w:val="007B0797"/>
    <w:rsid w:val="007C75B5"/>
    <w:rsid w:val="007D0FA9"/>
    <w:rsid w:val="007E41BF"/>
    <w:rsid w:val="007F7027"/>
    <w:rsid w:val="008009EE"/>
    <w:rsid w:val="0081645B"/>
    <w:rsid w:val="00830055"/>
    <w:rsid w:val="008315BA"/>
    <w:rsid w:val="008339CE"/>
    <w:rsid w:val="00840AFC"/>
    <w:rsid w:val="00841538"/>
    <w:rsid w:val="008608DA"/>
    <w:rsid w:val="00896363"/>
    <w:rsid w:val="00897DBE"/>
    <w:rsid w:val="008B7940"/>
    <w:rsid w:val="008F05BD"/>
    <w:rsid w:val="00901E57"/>
    <w:rsid w:val="00921B7A"/>
    <w:rsid w:val="00923E78"/>
    <w:rsid w:val="00931B37"/>
    <w:rsid w:val="009357F0"/>
    <w:rsid w:val="00963CF9"/>
    <w:rsid w:val="009943E3"/>
    <w:rsid w:val="009C160F"/>
    <w:rsid w:val="009E054B"/>
    <w:rsid w:val="009E780B"/>
    <w:rsid w:val="00A0672C"/>
    <w:rsid w:val="00A145E0"/>
    <w:rsid w:val="00A16E73"/>
    <w:rsid w:val="00A445F2"/>
    <w:rsid w:val="00AE55B5"/>
    <w:rsid w:val="00AE74FE"/>
    <w:rsid w:val="00AF4072"/>
    <w:rsid w:val="00AF78EF"/>
    <w:rsid w:val="00B042F5"/>
    <w:rsid w:val="00B25904"/>
    <w:rsid w:val="00B40592"/>
    <w:rsid w:val="00B426DC"/>
    <w:rsid w:val="00B61D03"/>
    <w:rsid w:val="00B711A9"/>
    <w:rsid w:val="00B9164E"/>
    <w:rsid w:val="00BA6F3A"/>
    <w:rsid w:val="00BC7A82"/>
    <w:rsid w:val="00BD19DE"/>
    <w:rsid w:val="00BD640E"/>
    <w:rsid w:val="00BE122F"/>
    <w:rsid w:val="00C04C57"/>
    <w:rsid w:val="00C0550D"/>
    <w:rsid w:val="00C27064"/>
    <w:rsid w:val="00C43C8A"/>
    <w:rsid w:val="00C50FA8"/>
    <w:rsid w:val="00C51398"/>
    <w:rsid w:val="00C51945"/>
    <w:rsid w:val="00C81F69"/>
    <w:rsid w:val="00CD62CF"/>
    <w:rsid w:val="00CE7F4E"/>
    <w:rsid w:val="00D0210E"/>
    <w:rsid w:val="00D0442A"/>
    <w:rsid w:val="00D055B4"/>
    <w:rsid w:val="00D21533"/>
    <w:rsid w:val="00D21797"/>
    <w:rsid w:val="00D536C0"/>
    <w:rsid w:val="00D60307"/>
    <w:rsid w:val="00D6566B"/>
    <w:rsid w:val="00D67669"/>
    <w:rsid w:val="00D755E4"/>
    <w:rsid w:val="00D91C54"/>
    <w:rsid w:val="00DA6849"/>
    <w:rsid w:val="00DB147D"/>
    <w:rsid w:val="00DC2A61"/>
    <w:rsid w:val="00DE2F40"/>
    <w:rsid w:val="00DF475D"/>
    <w:rsid w:val="00E14E6F"/>
    <w:rsid w:val="00E3005D"/>
    <w:rsid w:val="00E365E1"/>
    <w:rsid w:val="00E47FC3"/>
    <w:rsid w:val="00E55586"/>
    <w:rsid w:val="00E738EC"/>
    <w:rsid w:val="00EA2EB8"/>
    <w:rsid w:val="00EC3664"/>
    <w:rsid w:val="00EE5043"/>
    <w:rsid w:val="00EF4F73"/>
    <w:rsid w:val="00F40367"/>
    <w:rsid w:val="00F52E1D"/>
    <w:rsid w:val="00F63128"/>
    <w:rsid w:val="00F75A7D"/>
    <w:rsid w:val="00F82D4C"/>
    <w:rsid w:val="00F929EB"/>
    <w:rsid w:val="03C90F89"/>
    <w:rsid w:val="057E4934"/>
    <w:rsid w:val="05A8185E"/>
    <w:rsid w:val="0B0E487D"/>
    <w:rsid w:val="0E570D52"/>
    <w:rsid w:val="113F4F58"/>
    <w:rsid w:val="114B1CC5"/>
    <w:rsid w:val="13083EBF"/>
    <w:rsid w:val="17033CFE"/>
    <w:rsid w:val="1CB363E2"/>
    <w:rsid w:val="1DBD385A"/>
    <w:rsid w:val="1F397A15"/>
    <w:rsid w:val="219973BC"/>
    <w:rsid w:val="22946052"/>
    <w:rsid w:val="274C53AD"/>
    <w:rsid w:val="2D94186E"/>
    <w:rsid w:val="2F0265E7"/>
    <w:rsid w:val="331C3974"/>
    <w:rsid w:val="358067E2"/>
    <w:rsid w:val="3CB664E2"/>
    <w:rsid w:val="43A610C1"/>
    <w:rsid w:val="47796215"/>
    <w:rsid w:val="4780267D"/>
    <w:rsid w:val="49312096"/>
    <w:rsid w:val="4AE42093"/>
    <w:rsid w:val="4D561C58"/>
    <w:rsid w:val="553B7BE4"/>
    <w:rsid w:val="55B906D4"/>
    <w:rsid w:val="565E5EC0"/>
    <w:rsid w:val="656B1A9A"/>
    <w:rsid w:val="6C3F5AB2"/>
    <w:rsid w:val="75044CAB"/>
    <w:rsid w:val="75816FC1"/>
    <w:rsid w:val="7D26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99" w:semiHidden="0" w:name="Body Text First Indent 2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qFormat="1" w:unhideWhenUsed="0" w:uiPriority="0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spacing w:line="240" w:lineRule="atLeast"/>
      <w:jc w:val="center"/>
      <w:outlineLvl w:val="0"/>
    </w:pPr>
    <w:rPr>
      <w:rFonts w:ascii="Arial" w:hAnsi="Arial" w:eastAsia="黑体" w:cs="Arial"/>
      <w:sz w:val="32"/>
      <w:szCs w:val="32"/>
    </w:rPr>
  </w:style>
  <w:style w:type="paragraph" w:styleId="3">
    <w:name w:val="heading 2"/>
    <w:basedOn w:val="1"/>
    <w:next w:val="4"/>
    <w:link w:val="19"/>
    <w:qFormat/>
    <w:uiPriority w:val="99"/>
    <w:pPr>
      <w:keepNext/>
      <w:keepLines/>
      <w:spacing w:line="560" w:lineRule="exact"/>
      <w:ind w:firstLine="880" w:firstLineChars="200"/>
      <w:outlineLvl w:val="1"/>
    </w:pPr>
    <w:rPr>
      <w:rFonts w:ascii="Arial" w:hAnsi="Arial" w:eastAsia="方正黑体_GBK" w:cs="Arial"/>
    </w:rPr>
  </w:style>
  <w:style w:type="paragraph" w:styleId="4">
    <w:name w:val="heading 3"/>
    <w:basedOn w:val="1"/>
    <w:next w:val="1"/>
    <w:link w:val="20"/>
    <w:qFormat/>
    <w:uiPriority w:val="99"/>
    <w:pPr>
      <w:keepNext/>
      <w:keepLines/>
      <w:spacing w:line="560" w:lineRule="exact"/>
      <w:ind w:firstLine="880" w:firstLineChars="200"/>
      <w:outlineLvl w:val="2"/>
    </w:pPr>
    <w:rPr>
      <w:rFonts w:ascii="Times New Roman" w:hAnsi="Times New Roman" w:eastAsia="方正楷体简体" w:cs="Times New Roman"/>
    </w:rPr>
  </w:style>
  <w:style w:type="character" w:default="1" w:styleId="17">
    <w:name w:val="Default Paragraph Font"/>
    <w:semiHidden/>
    <w:qFormat/>
    <w:uiPriority w:val="99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99"/>
    <w:pPr>
      <w:ind w:firstLine="420" w:firstLineChars="200"/>
    </w:pPr>
  </w:style>
  <w:style w:type="paragraph" w:styleId="6">
    <w:name w:val="Body Text"/>
    <w:basedOn w:val="1"/>
    <w:next w:val="1"/>
    <w:link w:val="21"/>
    <w:qFormat/>
    <w:uiPriority w:val="99"/>
    <w:pPr>
      <w:spacing w:line="560" w:lineRule="exact"/>
      <w:ind w:firstLine="880" w:firstLineChars="200"/>
    </w:pPr>
    <w:rPr>
      <w:rFonts w:ascii="Times New Roman" w:hAnsi="Times New Roman" w:cs="Times New Roman"/>
    </w:rPr>
  </w:style>
  <w:style w:type="paragraph" w:styleId="7">
    <w:name w:val="Body Text Indent"/>
    <w:basedOn w:val="1"/>
    <w:link w:val="22"/>
    <w:qFormat/>
    <w:uiPriority w:val="99"/>
    <w:pPr>
      <w:spacing w:after="120"/>
      <w:ind w:left="420" w:leftChars="200"/>
    </w:pPr>
  </w:style>
  <w:style w:type="paragraph" w:styleId="8">
    <w:name w:val="Balloon Text"/>
    <w:basedOn w:val="1"/>
    <w:link w:val="28"/>
    <w:semiHidden/>
    <w:qFormat/>
    <w:locked/>
    <w:uiPriority w:val="99"/>
    <w:rPr>
      <w:sz w:val="18"/>
      <w:szCs w:val="18"/>
    </w:rPr>
  </w:style>
  <w:style w:type="paragraph" w:styleId="9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4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12">
    <w:name w:val="Title"/>
    <w:basedOn w:val="1"/>
    <w:next w:val="13"/>
    <w:link w:val="25"/>
    <w:qFormat/>
    <w:uiPriority w:val="99"/>
    <w:pPr>
      <w:spacing w:line="240" w:lineRule="atLeast"/>
      <w:jc w:val="center"/>
    </w:pPr>
    <w:rPr>
      <w:rFonts w:ascii="Arial" w:hAnsi="Arial" w:eastAsia="黑体" w:cs="Arial"/>
      <w:sz w:val="52"/>
      <w:szCs w:val="52"/>
    </w:rPr>
  </w:style>
  <w:style w:type="paragraph" w:customStyle="1" w:styleId="13">
    <w:name w:val="文章副标题"/>
    <w:basedOn w:val="1"/>
    <w:next w:val="2"/>
    <w:qFormat/>
    <w:uiPriority w:val="99"/>
    <w:pPr>
      <w:spacing w:line="240" w:lineRule="atLeast"/>
      <w:jc w:val="center"/>
    </w:pPr>
    <w:rPr>
      <w:sz w:val="36"/>
      <w:szCs w:val="36"/>
    </w:rPr>
  </w:style>
  <w:style w:type="paragraph" w:styleId="14">
    <w:name w:val="Body Text First Indent 2"/>
    <w:basedOn w:val="7"/>
    <w:link w:val="26"/>
    <w:qFormat/>
    <w:uiPriority w:val="99"/>
    <w:pPr>
      <w:ind w:firstLine="420" w:firstLineChars="200"/>
    </w:pPr>
  </w:style>
  <w:style w:type="table" w:styleId="16">
    <w:name w:val="Table Grid"/>
    <w:basedOn w:val="1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1 Char"/>
    <w:basedOn w:val="17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9">
    <w:name w:val="Heading 2 Char"/>
    <w:basedOn w:val="1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20">
    <w:name w:val="Heading 3 Char"/>
    <w:basedOn w:val="17"/>
    <w:link w:val="4"/>
    <w:semiHidden/>
    <w:qFormat/>
    <w:locked/>
    <w:uiPriority w:val="99"/>
    <w:rPr>
      <w:b/>
      <w:bCs/>
      <w:sz w:val="32"/>
      <w:szCs w:val="32"/>
    </w:rPr>
  </w:style>
  <w:style w:type="character" w:customStyle="1" w:styleId="21">
    <w:name w:val="Body Text Char"/>
    <w:basedOn w:val="17"/>
    <w:link w:val="6"/>
    <w:semiHidden/>
    <w:qFormat/>
    <w:locked/>
    <w:uiPriority w:val="99"/>
    <w:rPr>
      <w:sz w:val="21"/>
      <w:szCs w:val="21"/>
    </w:rPr>
  </w:style>
  <w:style w:type="character" w:customStyle="1" w:styleId="22">
    <w:name w:val="Body Text Indent Char"/>
    <w:basedOn w:val="17"/>
    <w:link w:val="7"/>
    <w:semiHidden/>
    <w:qFormat/>
    <w:locked/>
    <w:uiPriority w:val="99"/>
    <w:rPr>
      <w:sz w:val="21"/>
      <w:szCs w:val="21"/>
    </w:rPr>
  </w:style>
  <w:style w:type="character" w:customStyle="1" w:styleId="23">
    <w:name w:val="Footer Char"/>
    <w:basedOn w:val="17"/>
    <w:link w:val="9"/>
    <w:semiHidden/>
    <w:qFormat/>
    <w:locked/>
    <w:uiPriority w:val="99"/>
    <w:rPr>
      <w:sz w:val="18"/>
      <w:szCs w:val="18"/>
    </w:rPr>
  </w:style>
  <w:style w:type="character" w:customStyle="1" w:styleId="24">
    <w:name w:val="Header Char"/>
    <w:basedOn w:val="17"/>
    <w:link w:val="10"/>
    <w:semiHidden/>
    <w:qFormat/>
    <w:locked/>
    <w:uiPriority w:val="99"/>
    <w:rPr>
      <w:sz w:val="18"/>
      <w:szCs w:val="18"/>
    </w:rPr>
  </w:style>
  <w:style w:type="character" w:customStyle="1" w:styleId="25">
    <w:name w:val="Title Char"/>
    <w:basedOn w:val="17"/>
    <w:link w:val="12"/>
    <w:qFormat/>
    <w:locked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26">
    <w:name w:val="Body Text First Indent 2 Char"/>
    <w:basedOn w:val="22"/>
    <w:link w:val="14"/>
    <w:semiHidden/>
    <w:qFormat/>
    <w:locked/>
    <w:uiPriority w:val="99"/>
  </w:style>
  <w:style w:type="paragraph" w:customStyle="1" w:styleId="27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28">
    <w:name w:val="Balloon Text Char"/>
    <w:basedOn w:val="17"/>
    <w:link w:val="8"/>
    <w:semiHidden/>
    <w:qFormat/>
    <w:locked/>
    <w:uiPriority w:val="99"/>
    <w:rPr>
      <w:sz w:val="2"/>
      <w:szCs w:val="2"/>
    </w:rPr>
  </w:style>
  <w:style w:type="paragraph" w:customStyle="1" w:styleId="29">
    <w:name w:val="Style"/>
    <w:basedOn w:val="1"/>
    <w:next w:val="9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30">
    <w:name w:val="NormalCharacter"/>
    <w:qFormat/>
    <w:uiPriority w:val="0"/>
  </w:style>
  <w:style w:type="character" w:customStyle="1" w:styleId="31">
    <w:name w:val="font71"/>
    <w:basedOn w:val="17"/>
    <w:qFormat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32">
    <w:name w:val="font81"/>
    <w:basedOn w:val="17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paragraph" w:customStyle="1" w:styleId="33">
    <w:name w:val="仿宋正文"/>
    <w:basedOn w:val="1"/>
    <w:qFormat/>
    <w:uiPriority w:val="0"/>
    <w:pPr>
      <w:spacing w:line="600" w:lineRule="exact"/>
      <w:jc w:val="center"/>
    </w:pPr>
    <w:rPr>
      <w:rFonts w:ascii="Times New Roman" w:hAnsi="Times New Roman" w:eastAsia="仿宋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360</Words>
  <Characters>360</Characters>
  <Lines>0</Lines>
  <Paragraphs>0</Paragraphs>
  <TotalTime>8</TotalTime>
  <ScaleCrop>false</ScaleCrop>
  <LinksUpToDate>false</LinksUpToDate>
  <CharactersWithSpaces>360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2023-09-12T02:28:00Z</dcterms:created>
  <dc:creator>无敌大希希</dc:creator>
  <cp:lastModifiedBy>Administrator</cp:lastModifiedBy>
  <cp:lastPrinted>2024-08-19T03:39:00Z</cp:lastPrinted>
  <dcterms:modified xsi:type="dcterms:W3CDTF">2024-10-05T03:55:39Z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3763F5D0CAAB499E92D3D375107CDE83_13</vt:lpwstr>
  </property>
</Properties>
</file>